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BDC0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763C63" w:rsidRPr="00DA7422">
        <w:rPr>
          <w:rFonts w:ascii="Times New Roman" w:hAnsi="Times New Roman"/>
          <w:b/>
          <w:bCs/>
          <w:sz w:val="22"/>
          <w:szCs w:val="22"/>
        </w:rPr>
        <w:t>4</w:t>
      </w:r>
      <w:r w:rsidRPr="00DA7422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1B4110A5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2A284B2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66D722E1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(Nazwa i adres Wykonawcy)</w:t>
      </w:r>
    </w:p>
    <w:p w14:paraId="6661EF2C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5621583B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5842A2D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F6D7F3A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A7422">
        <w:rPr>
          <w:rFonts w:ascii="Times New Roman" w:hAnsi="Times New Roman"/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14:paraId="76B6903C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4C84887" w14:textId="77777777" w:rsidR="00B54FA2" w:rsidRPr="00DA7422" w:rsidRDefault="00E60581" w:rsidP="00B54FA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D60DC" w:rsidRPr="00DA7422">
        <w:rPr>
          <w:rFonts w:ascii="Times New Roman" w:hAnsi="Times New Roman"/>
          <w:bCs/>
          <w:sz w:val="22"/>
          <w:szCs w:val="22"/>
        </w:rPr>
        <w:t>pn.</w:t>
      </w:r>
      <w:r w:rsidRPr="00DA7422">
        <w:rPr>
          <w:rFonts w:ascii="Times New Roman" w:hAnsi="Times New Roman"/>
          <w:bCs/>
          <w:sz w:val="22"/>
          <w:szCs w:val="22"/>
        </w:rPr>
        <w:t xml:space="preserve"> </w:t>
      </w:r>
      <w:r w:rsidR="00B54FA2" w:rsidRPr="00DA7422">
        <w:rPr>
          <w:rFonts w:ascii="Times New Roman" w:hAnsi="Times New Roman"/>
          <w:bCs/>
          <w:sz w:val="22"/>
          <w:szCs w:val="22"/>
        </w:rPr>
        <w:t xml:space="preserve">: </w:t>
      </w:r>
    </w:p>
    <w:p w14:paraId="5F25A67F" w14:textId="77777777" w:rsidR="00676A63" w:rsidRDefault="00676A63" w:rsidP="00E60581">
      <w:pPr>
        <w:spacing w:before="120"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30D0B695" w14:textId="79CD96F8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51F9332A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602CC59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działając w imieniu i na rzecz</w:t>
      </w:r>
    </w:p>
    <w:p w14:paraId="30A460C9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2D21C45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0375A508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530B0A">
        <w:rPr>
          <w:rFonts w:ascii="Times New Roman" w:hAnsi="Times New Roman"/>
          <w:sz w:val="22"/>
          <w:szCs w:val="22"/>
        </w:rPr>
      </w:r>
      <w:r w:rsidR="00530B0A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E60581" w:rsidRPr="00DA7422">
        <w:rPr>
          <w:rFonts w:ascii="Times New Roman" w:hAnsi="Times New Roman"/>
          <w:sz w:val="22"/>
          <w:szCs w:val="22"/>
        </w:rPr>
        <w:t>) z innym Wykonawcą, który złożył ofertę w przedmiotowym postępowaniu*</w:t>
      </w:r>
    </w:p>
    <w:p w14:paraId="5348E791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2EE88057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530B0A">
        <w:rPr>
          <w:rFonts w:ascii="Times New Roman" w:hAnsi="Times New Roman"/>
          <w:sz w:val="22"/>
          <w:szCs w:val="22"/>
        </w:rPr>
      </w:r>
      <w:r w:rsidR="00530B0A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przynależy do grupy kapitałowej w</w:t>
      </w:r>
      <w:r w:rsidR="00B54FA2" w:rsidRPr="00DA7422">
        <w:rPr>
          <w:rFonts w:ascii="Times New Roman" w:hAnsi="Times New Roman"/>
          <w:sz w:val="22"/>
          <w:szCs w:val="22"/>
        </w:rPr>
        <w:t> </w:t>
      </w:r>
      <w:r w:rsidR="00E60581" w:rsidRPr="00DA7422">
        <w:rPr>
          <w:rFonts w:ascii="Times New Roman" w:hAnsi="Times New Roman"/>
          <w:sz w:val="22"/>
          <w:szCs w:val="22"/>
        </w:rPr>
        <w:t xml:space="preserve">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tekst jedn. 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13378E" w:rsidRPr="00DA7422">
        <w:rPr>
          <w:rFonts w:ascii="Times New Roman" w:hAnsi="Times New Roman"/>
          <w:sz w:val="22"/>
          <w:szCs w:val="22"/>
        </w:rPr>
        <w:t xml:space="preserve">) </w:t>
      </w:r>
      <w:r w:rsidR="00E60581" w:rsidRPr="00DA7422">
        <w:rPr>
          <w:rFonts w:ascii="Times New Roman" w:hAnsi="Times New Roman"/>
          <w:sz w:val="22"/>
          <w:szCs w:val="22"/>
        </w:rPr>
        <w:t>wraz z Wykonawcą, który złożył ofertę w przedmiotowym postępowaniu  tj. (podać nazwę i adres)*:</w:t>
      </w:r>
    </w:p>
    <w:p w14:paraId="28905B34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507AC50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</w:p>
    <w:p w14:paraId="526A4B68" w14:textId="77777777" w:rsidR="00E60581" w:rsidRPr="00DA7422" w:rsidRDefault="00E60581" w:rsidP="000C303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 xml:space="preserve">Jednocześnie </w:t>
      </w:r>
      <w:r w:rsidR="00DD6EB9" w:rsidRPr="00DA7422">
        <w:rPr>
          <w:rFonts w:ascii="Times New Roman" w:hAnsi="Times New Roman"/>
          <w:sz w:val="22"/>
          <w:szCs w:val="22"/>
        </w:rPr>
        <w:t xml:space="preserve">załączam dokumenty / lub informacje potwierdzające  przygotowanie oferty niezależnie od innego wykonawcy należącego do tej samej grupy kapitałowej : </w:t>
      </w:r>
      <w:r w:rsidRPr="00DA7422">
        <w:rPr>
          <w:rFonts w:ascii="Times New Roman" w:hAnsi="Times New Roman"/>
          <w:sz w:val="22"/>
          <w:szCs w:val="22"/>
        </w:rPr>
        <w:t xml:space="preserve"> </w:t>
      </w:r>
    </w:p>
    <w:p w14:paraId="52DBC686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  <w:r w:rsidRPr="00DA7422"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________________________________________________________________________________________________________________________________________________________**</w:t>
      </w:r>
    </w:p>
    <w:p w14:paraId="545BD22D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619AFDD5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208CD64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76BC3637" w14:textId="77777777" w:rsidR="00E60581" w:rsidRPr="00DA7422" w:rsidRDefault="00E60581" w:rsidP="00E60581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A7422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2D78C15C" w14:textId="77777777" w:rsidR="004078DE" w:rsidRPr="00DA7422" w:rsidRDefault="004078DE" w:rsidP="004078D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A7422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0C9EB720" w14:textId="77777777" w:rsidR="004078DE" w:rsidRPr="00DA7422" w:rsidRDefault="004078DE" w:rsidP="004078DE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2"/>
          <w:szCs w:val="22"/>
        </w:rPr>
      </w:pPr>
    </w:p>
    <w:p w14:paraId="3FE3EBCA" w14:textId="77777777" w:rsidR="00E60581" w:rsidRPr="00DA7422" w:rsidRDefault="00E60581" w:rsidP="00E60581">
      <w:pPr>
        <w:spacing w:before="120"/>
        <w:rPr>
          <w:rFonts w:ascii="Times New Roman" w:eastAsia="Calibri" w:hAnsi="Times New Roman"/>
          <w:sz w:val="22"/>
          <w:szCs w:val="22"/>
          <w:lang w:eastAsia="en-US"/>
        </w:rPr>
      </w:pPr>
    </w:p>
    <w:p w14:paraId="25D981D2" w14:textId="77777777" w:rsidR="00E60581" w:rsidRPr="00DA7422" w:rsidRDefault="00E60581" w:rsidP="00E60581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/>
          <w:bCs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4561C2C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6839762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14:paraId="5153447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275ABF3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77523748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281FB33B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632BA26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1C01CCDE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C1D21C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4A509C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A744219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3918A521" w14:textId="77777777" w:rsidR="008E581E" w:rsidRPr="00DA7422" w:rsidRDefault="008E581E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0183B9FC" w14:textId="77777777" w:rsidR="00531E4B" w:rsidRPr="00DA7422" w:rsidRDefault="00531E4B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sectPr w:rsidR="00531E4B" w:rsidRPr="00DA7422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C1BE6" w14:textId="77777777" w:rsidR="00DD7E85" w:rsidRDefault="00DD7E85">
      <w:r>
        <w:separator/>
      </w:r>
    </w:p>
    <w:p w14:paraId="3877464F" w14:textId="77777777" w:rsidR="00DD7E85" w:rsidRDefault="00DD7E85"/>
  </w:endnote>
  <w:endnote w:type="continuationSeparator" w:id="0">
    <w:p w14:paraId="39D2B9B9" w14:textId="77777777" w:rsidR="00DD7E85" w:rsidRDefault="00DD7E85">
      <w:r>
        <w:continuationSeparator/>
      </w:r>
    </w:p>
    <w:p w14:paraId="642BB610" w14:textId="77777777" w:rsidR="00DD7E85" w:rsidRDefault="00DD7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B13D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32AD4A40" w14:textId="77777777" w:rsidR="00CC1E27" w:rsidRDefault="00CC1E27"/>
  <w:p w14:paraId="3D0651F7" w14:textId="77777777" w:rsidR="00CC1E27" w:rsidRDefault="00CC1E27"/>
  <w:p w14:paraId="36834CF8" w14:textId="77777777" w:rsidR="00CC1E27" w:rsidRDefault="00CC1E27"/>
  <w:p w14:paraId="662C9092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6B32002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D9B4" w14:textId="0F1655B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14:paraId="0DAF932E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DF6EB" w14:textId="1A4C0AA1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1F3138">
      <w:rPr>
        <w:rFonts w:ascii="Calibri" w:hAnsi="Calibri" w:cs="Calibri"/>
        <w:b/>
        <w:sz w:val="16"/>
      </w:rPr>
      <w:fldChar w:fldCharType="end"/>
    </w:r>
  </w:p>
  <w:p w14:paraId="23E693C7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49B4" w14:textId="77777777" w:rsidR="00DD7E85" w:rsidRDefault="00DD7E85">
      <w:r>
        <w:separator/>
      </w:r>
    </w:p>
    <w:p w14:paraId="23D83192" w14:textId="77777777" w:rsidR="00DD7E85" w:rsidRDefault="00DD7E85"/>
  </w:footnote>
  <w:footnote w:type="continuationSeparator" w:id="0">
    <w:p w14:paraId="68ECF29D" w14:textId="77777777" w:rsidR="00DD7E85" w:rsidRDefault="00DD7E85">
      <w:r>
        <w:continuationSeparator/>
      </w:r>
    </w:p>
    <w:p w14:paraId="65246420" w14:textId="77777777" w:rsidR="00DD7E85" w:rsidRDefault="00DD7E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868834523">
    <w:abstractNumId w:val="80"/>
  </w:num>
  <w:num w:numId="2" w16cid:durableId="380518973">
    <w:abstractNumId w:val="4"/>
  </w:num>
  <w:num w:numId="3" w16cid:durableId="1403525747">
    <w:abstractNumId w:val="8"/>
  </w:num>
  <w:num w:numId="4" w16cid:durableId="1863517050">
    <w:abstractNumId w:val="65"/>
  </w:num>
  <w:num w:numId="5" w16cid:durableId="1640841888">
    <w:abstractNumId w:val="25"/>
  </w:num>
  <w:num w:numId="6" w16cid:durableId="1182354665">
    <w:abstractNumId w:val="45"/>
  </w:num>
  <w:num w:numId="7" w16cid:durableId="19129601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8359481">
    <w:abstractNumId w:val="74"/>
    <w:lvlOverride w:ilvl="0">
      <w:startOverride w:val="1"/>
    </w:lvlOverride>
  </w:num>
  <w:num w:numId="9" w16cid:durableId="403574089">
    <w:abstractNumId w:val="66"/>
    <w:lvlOverride w:ilvl="0">
      <w:startOverride w:val="1"/>
    </w:lvlOverride>
  </w:num>
  <w:num w:numId="10" w16cid:durableId="126045381">
    <w:abstractNumId w:val="47"/>
    <w:lvlOverride w:ilvl="0">
      <w:startOverride w:val="1"/>
    </w:lvlOverride>
  </w:num>
  <w:num w:numId="11" w16cid:durableId="1268001259">
    <w:abstractNumId w:val="66"/>
  </w:num>
  <w:num w:numId="12" w16cid:durableId="650133016">
    <w:abstractNumId w:val="47"/>
  </w:num>
  <w:num w:numId="13" w16cid:durableId="967205683">
    <w:abstractNumId w:val="69"/>
  </w:num>
  <w:num w:numId="14" w16cid:durableId="1148547456">
    <w:abstractNumId w:val="35"/>
  </w:num>
  <w:num w:numId="15" w16cid:durableId="35735674">
    <w:abstractNumId w:val="85"/>
  </w:num>
  <w:num w:numId="16" w16cid:durableId="1008561149">
    <w:abstractNumId w:val="83"/>
  </w:num>
  <w:num w:numId="17" w16cid:durableId="1685133082">
    <w:abstractNumId w:val="13"/>
  </w:num>
  <w:num w:numId="18" w16cid:durableId="1698920264">
    <w:abstractNumId w:val="32"/>
  </w:num>
  <w:num w:numId="19" w16cid:durableId="545601274">
    <w:abstractNumId w:val="6"/>
  </w:num>
  <w:num w:numId="20" w16cid:durableId="344982961">
    <w:abstractNumId w:val="26"/>
  </w:num>
  <w:num w:numId="21" w16cid:durableId="605768737">
    <w:abstractNumId w:val="58"/>
  </w:num>
  <w:num w:numId="22" w16cid:durableId="1504080414">
    <w:abstractNumId w:val="63"/>
  </w:num>
  <w:num w:numId="23" w16cid:durableId="1655181961">
    <w:abstractNumId w:val="50"/>
  </w:num>
  <w:num w:numId="24" w16cid:durableId="1232614526">
    <w:abstractNumId w:val="71"/>
  </w:num>
  <w:num w:numId="25" w16cid:durableId="1529485427">
    <w:abstractNumId w:val="28"/>
  </w:num>
  <w:num w:numId="26" w16cid:durableId="914097211">
    <w:abstractNumId w:val="54"/>
  </w:num>
  <w:num w:numId="27" w16cid:durableId="1067456328">
    <w:abstractNumId w:val="53"/>
  </w:num>
  <w:num w:numId="28" w16cid:durableId="2036417136">
    <w:abstractNumId w:val="49"/>
  </w:num>
  <w:num w:numId="29" w16cid:durableId="2000380897">
    <w:abstractNumId w:val="77"/>
  </w:num>
  <w:num w:numId="30" w16cid:durableId="1317684981">
    <w:abstractNumId w:val="86"/>
  </w:num>
  <w:num w:numId="31" w16cid:durableId="936597183">
    <w:abstractNumId w:val="17"/>
  </w:num>
  <w:num w:numId="32" w16cid:durableId="1755321936">
    <w:abstractNumId w:val="10"/>
  </w:num>
  <w:num w:numId="33" w16cid:durableId="404425840">
    <w:abstractNumId w:val="29"/>
  </w:num>
  <w:num w:numId="34" w16cid:durableId="463736401">
    <w:abstractNumId w:val="61"/>
  </w:num>
  <w:num w:numId="35" w16cid:durableId="1622612569">
    <w:abstractNumId w:val="52"/>
  </w:num>
  <w:num w:numId="36" w16cid:durableId="1447382022">
    <w:abstractNumId w:val="21"/>
  </w:num>
  <w:num w:numId="37" w16cid:durableId="879053294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71442183">
    <w:abstractNumId w:val="46"/>
  </w:num>
  <w:num w:numId="39" w16cid:durableId="1008563485">
    <w:abstractNumId w:val="87"/>
  </w:num>
  <w:num w:numId="40" w16cid:durableId="1389303978">
    <w:abstractNumId w:val="1"/>
  </w:num>
  <w:num w:numId="41" w16cid:durableId="1465463047">
    <w:abstractNumId w:val="3"/>
  </w:num>
  <w:num w:numId="42" w16cid:durableId="1110392971">
    <w:abstractNumId w:val="67"/>
  </w:num>
  <w:num w:numId="43" w16cid:durableId="438911608">
    <w:abstractNumId w:val="59"/>
  </w:num>
  <w:num w:numId="44" w16cid:durableId="1849709692">
    <w:abstractNumId w:val="37"/>
  </w:num>
  <w:num w:numId="45" w16cid:durableId="927621519">
    <w:abstractNumId w:val="42"/>
  </w:num>
  <w:num w:numId="46" w16cid:durableId="428623816">
    <w:abstractNumId w:val="64"/>
  </w:num>
  <w:num w:numId="47" w16cid:durableId="239408078">
    <w:abstractNumId w:val="60"/>
  </w:num>
  <w:num w:numId="48" w16cid:durableId="1289817708">
    <w:abstractNumId w:val="12"/>
  </w:num>
  <w:num w:numId="49" w16cid:durableId="907765319">
    <w:abstractNumId w:val="68"/>
  </w:num>
  <w:num w:numId="50" w16cid:durableId="508640837">
    <w:abstractNumId w:val="78"/>
  </w:num>
  <w:num w:numId="51" w16cid:durableId="768279321">
    <w:abstractNumId w:val="19"/>
  </w:num>
  <w:num w:numId="52" w16cid:durableId="1986856864">
    <w:abstractNumId w:val="39"/>
  </w:num>
  <w:num w:numId="53" w16cid:durableId="457380886">
    <w:abstractNumId w:val="55"/>
  </w:num>
  <w:num w:numId="54" w16cid:durableId="901215453">
    <w:abstractNumId w:val="38"/>
  </w:num>
  <w:num w:numId="55" w16cid:durableId="668562483">
    <w:abstractNumId w:val="36"/>
  </w:num>
  <w:num w:numId="56" w16cid:durableId="2106683582">
    <w:abstractNumId w:val="15"/>
  </w:num>
  <w:num w:numId="57" w16cid:durableId="621575672">
    <w:abstractNumId w:val="30"/>
  </w:num>
  <w:num w:numId="58" w16cid:durableId="1067387538">
    <w:abstractNumId w:val="84"/>
  </w:num>
  <w:num w:numId="59" w16cid:durableId="2021933239">
    <w:abstractNumId w:val="41"/>
  </w:num>
  <w:num w:numId="60" w16cid:durableId="1243830685">
    <w:abstractNumId w:val="56"/>
  </w:num>
  <w:num w:numId="61" w16cid:durableId="532813492">
    <w:abstractNumId w:val="51"/>
  </w:num>
  <w:num w:numId="62" w16cid:durableId="1964651287">
    <w:abstractNumId w:val="33"/>
  </w:num>
  <w:num w:numId="63" w16cid:durableId="560942248">
    <w:abstractNumId w:val="7"/>
  </w:num>
  <w:num w:numId="64" w16cid:durableId="4497837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29129961">
    <w:abstractNumId w:val="44"/>
  </w:num>
  <w:num w:numId="66" w16cid:durableId="805585696">
    <w:abstractNumId w:val="70"/>
  </w:num>
  <w:num w:numId="67" w16cid:durableId="1119029090">
    <w:abstractNumId w:val="14"/>
  </w:num>
  <w:num w:numId="68" w16cid:durableId="1268348703">
    <w:abstractNumId w:val="73"/>
  </w:num>
  <w:num w:numId="69" w16cid:durableId="14888330">
    <w:abstractNumId w:val="34"/>
  </w:num>
  <w:num w:numId="70" w16cid:durableId="1361010468">
    <w:abstractNumId w:val="27"/>
  </w:num>
  <w:num w:numId="71" w16cid:durableId="1150634254">
    <w:abstractNumId w:val="43"/>
  </w:num>
  <w:num w:numId="72" w16cid:durableId="1898347531">
    <w:abstractNumId w:val="75"/>
  </w:num>
  <w:num w:numId="73" w16cid:durableId="1416706226">
    <w:abstractNumId w:val="2"/>
  </w:num>
  <w:num w:numId="74" w16cid:durableId="2022511010">
    <w:abstractNumId w:val="40"/>
  </w:num>
  <w:num w:numId="75" w16cid:durableId="1755930070">
    <w:abstractNumId w:val="11"/>
  </w:num>
  <w:num w:numId="76" w16cid:durableId="834688696">
    <w:abstractNumId w:val="5"/>
  </w:num>
  <w:num w:numId="77" w16cid:durableId="1385527360">
    <w:abstractNumId w:val="9"/>
  </w:num>
  <w:num w:numId="78" w16cid:durableId="213128275">
    <w:abstractNumId w:val="62"/>
  </w:num>
  <w:num w:numId="79" w16cid:durableId="1054157851">
    <w:abstractNumId w:val="82"/>
  </w:num>
  <w:num w:numId="80" w16cid:durableId="245388329">
    <w:abstractNumId w:val="31"/>
  </w:num>
  <w:num w:numId="81" w16cid:durableId="1554266368">
    <w:abstractNumId w:val="23"/>
  </w:num>
  <w:num w:numId="82" w16cid:durableId="81806506">
    <w:abstractNumId w:val="72"/>
  </w:num>
  <w:num w:numId="83" w16cid:durableId="253442294">
    <w:abstractNumId w:val="18"/>
  </w:num>
  <w:num w:numId="84" w16cid:durableId="238442717">
    <w:abstractNumId w:val="76"/>
  </w:num>
  <w:num w:numId="85" w16cid:durableId="1115977735">
    <w:abstractNumId w:val="20"/>
  </w:num>
  <w:num w:numId="86" w16cid:durableId="716583967">
    <w:abstractNumId w:val="54"/>
  </w:num>
  <w:num w:numId="87" w16cid:durableId="1053117520">
    <w:abstractNumId w:val="81"/>
  </w:num>
  <w:num w:numId="88" w16cid:durableId="1903369017">
    <w:abstractNumId w:val="48"/>
  </w:num>
  <w:num w:numId="89" w16cid:durableId="645816644">
    <w:abstractNumId w:val="57"/>
  </w:num>
  <w:num w:numId="90" w16cid:durableId="144250525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1EC7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97DB2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5B2A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0B0A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76A63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B7D7F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3BB6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325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A7422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D7E85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23F1F"/>
    <w:rsid w:val="00E33866"/>
    <w:rsid w:val="00E3754F"/>
    <w:rsid w:val="00E40CAD"/>
    <w:rsid w:val="00E52AAD"/>
    <w:rsid w:val="00E60581"/>
    <w:rsid w:val="00E61FBE"/>
    <w:rsid w:val="00E62699"/>
    <w:rsid w:val="00E6336B"/>
    <w:rsid w:val="00E67169"/>
    <w:rsid w:val="00E72BFC"/>
    <w:rsid w:val="00E8112B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07B5F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2F0B"/>
    <w:rsid w:val="00F75317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8E5FDA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541C-504F-4B1C-9F23-36B46592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2</TotalTime>
  <Pages>2</Pages>
  <Words>222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8</cp:revision>
  <cp:lastPrinted>2014-03-03T12:09:00Z</cp:lastPrinted>
  <dcterms:created xsi:type="dcterms:W3CDTF">2021-06-07T08:59:00Z</dcterms:created>
  <dcterms:modified xsi:type="dcterms:W3CDTF">2025-11-05T07:57:00Z</dcterms:modified>
</cp:coreProperties>
</file>